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18D13" w14:textId="797AB61D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D1AAF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BC7EB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13AA4" w14:textId="77777777" w:rsidR="00BC7EBF" w:rsidRDefault="00BC7EBF" w:rsidP="00962258">
      <w:pPr>
        <w:spacing w:after="0" w:line="240" w:lineRule="auto"/>
      </w:pPr>
      <w:r>
        <w:separator/>
      </w:r>
    </w:p>
  </w:endnote>
  <w:endnote w:type="continuationSeparator" w:id="0">
    <w:p w14:paraId="45D290AF" w14:textId="77777777" w:rsidR="00BC7EBF" w:rsidRDefault="00BC7E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6BB67C7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F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5C6C3D7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F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F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6277F" w14:textId="77777777" w:rsidR="00BC7EBF" w:rsidRDefault="00BC7EBF" w:rsidP="00962258">
      <w:pPr>
        <w:spacing w:after="0" w:line="240" w:lineRule="auto"/>
      </w:pPr>
      <w:r>
        <w:separator/>
      </w:r>
    </w:p>
  </w:footnote>
  <w:footnote w:type="continuationSeparator" w:id="0">
    <w:p w14:paraId="35BFAFE0" w14:textId="77777777" w:rsidR="00BC7EBF" w:rsidRDefault="00BC7E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371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1AAF"/>
    <w:rsid w:val="009D2F83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C7EBF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000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6BBBBC-C7E5-4CEC-B5F7-371759B8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2024-04-11T11:17:00Z</cp:lastPrinted>
  <dcterms:created xsi:type="dcterms:W3CDTF">2024-04-03T07:01:00Z</dcterms:created>
  <dcterms:modified xsi:type="dcterms:W3CDTF">2024-04-11T11:17:00Z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